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DC" w:rsidRPr="00300FDC" w:rsidRDefault="00300FDC" w:rsidP="00300FDC">
      <w:pPr>
        <w:jc w:val="center"/>
        <w:rPr>
          <w:b/>
          <w:sz w:val="28"/>
          <w:szCs w:val="28"/>
        </w:rPr>
      </w:pPr>
      <w:r w:rsidRPr="00300FDC">
        <w:rPr>
          <w:b/>
          <w:sz w:val="28"/>
          <w:szCs w:val="28"/>
        </w:rPr>
        <w:t xml:space="preserve">                                                         </w:t>
      </w:r>
    </w:p>
    <w:p w:rsidR="00300FDC" w:rsidRPr="00300FDC" w:rsidRDefault="00300FDC" w:rsidP="00300FDC">
      <w:pPr>
        <w:jc w:val="center"/>
        <w:rPr>
          <w:sz w:val="28"/>
          <w:szCs w:val="28"/>
        </w:rPr>
      </w:pPr>
      <w:r w:rsidRPr="00300FDC">
        <w:rPr>
          <w:b/>
          <w:sz w:val="28"/>
          <w:szCs w:val="28"/>
        </w:rPr>
        <w:t>РЕШЕНИЕ</w:t>
      </w:r>
    </w:p>
    <w:p w:rsidR="009B6676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СОВЕТА ДЕПУТАТОВ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 xml:space="preserve"> </w:t>
      </w:r>
      <w:r w:rsidR="005F5124">
        <w:rPr>
          <w:rFonts w:eastAsiaTheme="minorEastAsia"/>
          <w:b/>
          <w:sz w:val="28"/>
          <w:szCs w:val="28"/>
        </w:rPr>
        <w:t>СУЗУНСКОГО</w:t>
      </w:r>
      <w:r w:rsidRPr="00300FDC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300FDC" w:rsidRPr="00300FDC" w:rsidRDefault="00300FDC" w:rsidP="00300FDC">
      <w:pPr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НОВОСИБИРСКОЙ ОБЛАСТИ</w:t>
      </w:r>
    </w:p>
    <w:p w:rsidR="00300FDC" w:rsidRPr="00300FDC" w:rsidRDefault="00300FDC" w:rsidP="00300FDC">
      <w:pPr>
        <w:spacing w:after="200" w:line="276" w:lineRule="auto"/>
        <w:ind w:firstLine="540"/>
        <w:jc w:val="center"/>
        <w:rPr>
          <w:rFonts w:eastAsiaTheme="minorEastAsia"/>
          <w:b/>
          <w:sz w:val="28"/>
          <w:szCs w:val="28"/>
        </w:rPr>
      </w:pPr>
      <w:r w:rsidRPr="00300FDC">
        <w:rPr>
          <w:rFonts w:eastAsiaTheme="minorEastAsia"/>
          <w:b/>
          <w:sz w:val="28"/>
          <w:szCs w:val="28"/>
        </w:rPr>
        <w:t>первого созыва</w:t>
      </w:r>
    </w:p>
    <w:p w:rsidR="00300FDC" w:rsidRPr="00300FDC" w:rsidRDefault="009B6676" w:rsidP="00300FDC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</w:t>
      </w:r>
      <w:r w:rsidR="005F5124">
        <w:rPr>
          <w:rFonts w:eastAsiaTheme="minorEastAsia"/>
          <w:b/>
          <w:sz w:val="28"/>
          <w:szCs w:val="28"/>
        </w:rPr>
        <w:t>_______</w:t>
      </w:r>
      <w:r>
        <w:rPr>
          <w:rFonts w:eastAsiaTheme="minorEastAsia"/>
          <w:b/>
          <w:sz w:val="28"/>
          <w:szCs w:val="28"/>
        </w:rPr>
        <w:t xml:space="preserve"> </w:t>
      </w:r>
      <w:r w:rsidR="00300FDC" w:rsidRPr="00300FDC">
        <w:rPr>
          <w:rFonts w:eastAsiaTheme="minorEastAsia"/>
          <w:b/>
          <w:sz w:val="28"/>
          <w:szCs w:val="28"/>
        </w:rPr>
        <w:t>сессия)</w:t>
      </w:r>
    </w:p>
    <w:p w:rsidR="00300FDC" w:rsidRPr="00300FDC" w:rsidRDefault="005F5124" w:rsidP="00225BEA">
      <w:pPr>
        <w:spacing w:after="200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 ___________                                                                                              № ________</w:t>
      </w:r>
    </w:p>
    <w:p w:rsidR="00225BEA" w:rsidRDefault="00225BEA" w:rsidP="005F5124">
      <w:pPr>
        <w:rPr>
          <w:b/>
          <w:sz w:val="28"/>
          <w:szCs w:val="28"/>
        </w:rPr>
      </w:pPr>
    </w:p>
    <w:p w:rsidR="00144DFF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r w:rsidR="00144DFF">
        <w:rPr>
          <w:b/>
          <w:sz w:val="28"/>
          <w:szCs w:val="28"/>
        </w:rPr>
        <w:t>Верх-Сузунского</w:t>
      </w:r>
    </w:p>
    <w:p w:rsidR="005F5124" w:rsidRDefault="00144DFF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сельсовета </w:t>
      </w:r>
      <w:r w:rsidR="005F5124"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>Новосибирской области</w:t>
      </w:r>
    </w:p>
    <w:p w:rsidR="00300FDC" w:rsidRPr="009B6676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1E7CB9" w:rsidRDefault="001D4DA3" w:rsidP="00E935D6">
      <w:pPr>
        <w:ind w:firstLine="708"/>
        <w:jc w:val="both"/>
        <w:rPr>
          <w:sz w:val="28"/>
          <w:szCs w:val="28"/>
        </w:rPr>
      </w:pPr>
      <w:r w:rsidRPr="001E7CB9">
        <w:rPr>
          <w:sz w:val="28"/>
          <w:szCs w:val="28"/>
        </w:rPr>
        <w:t>1. Ликвидировать администрацию</w:t>
      </w:r>
      <w:r w:rsidR="00144DFF" w:rsidRPr="001E7CB9">
        <w:rPr>
          <w:sz w:val="28"/>
          <w:szCs w:val="28"/>
        </w:rPr>
        <w:t xml:space="preserve"> Верх-Сузунского сельсовета</w:t>
      </w:r>
      <w:r w:rsidRPr="001E7CB9">
        <w:rPr>
          <w:sz w:val="28"/>
          <w:szCs w:val="28"/>
        </w:rPr>
        <w:t xml:space="preserve"> </w:t>
      </w:r>
      <w:r w:rsidR="00341AC8" w:rsidRPr="001E7CB9">
        <w:rPr>
          <w:sz w:val="28"/>
          <w:szCs w:val="28"/>
        </w:rPr>
        <w:t>Сузунского</w:t>
      </w:r>
      <w:r w:rsidR="00AB1A24" w:rsidRPr="001E7CB9">
        <w:rPr>
          <w:sz w:val="28"/>
          <w:szCs w:val="28"/>
        </w:rPr>
        <w:t xml:space="preserve"> </w:t>
      </w:r>
      <w:r w:rsidR="0013518D" w:rsidRPr="001E7CB9">
        <w:rPr>
          <w:sz w:val="28"/>
          <w:szCs w:val="28"/>
        </w:rPr>
        <w:t>района</w:t>
      </w:r>
      <w:r w:rsidR="00144DFF" w:rsidRPr="001E7CB9">
        <w:rPr>
          <w:sz w:val="28"/>
          <w:szCs w:val="28"/>
        </w:rPr>
        <w:t xml:space="preserve"> Новосибирской области</w:t>
      </w:r>
      <w:r w:rsidR="0013518D" w:rsidRPr="001E7CB9">
        <w:rPr>
          <w:sz w:val="28"/>
          <w:szCs w:val="28"/>
        </w:rPr>
        <w:t xml:space="preserve"> </w:t>
      </w:r>
      <w:r w:rsidRPr="001E7CB9">
        <w:rPr>
          <w:sz w:val="28"/>
          <w:szCs w:val="28"/>
        </w:rPr>
        <w:t>(</w:t>
      </w:r>
      <w:r w:rsidR="00341AC8" w:rsidRPr="001E7CB9">
        <w:rPr>
          <w:sz w:val="28"/>
          <w:szCs w:val="28"/>
          <w:shd w:val="clear" w:color="auto" w:fill="FFFFFF"/>
        </w:rPr>
        <w:t>ОГРН: </w:t>
      </w:r>
      <w:r w:rsidR="00144DFF" w:rsidRPr="001E7CB9">
        <w:rPr>
          <w:sz w:val="28"/>
          <w:szCs w:val="28"/>
          <w:shd w:val="clear" w:color="auto" w:fill="FFFFFF"/>
        </w:rPr>
        <w:t>1025405427090</w:t>
      </w:r>
      <w:r w:rsidRPr="001E7CB9">
        <w:rPr>
          <w:sz w:val="28"/>
          <w:szCs w:val="28"/>
        </w:rPr>
        <w:t>, ИНН</w:t>
      </w:r>
      <w:r w:rsidR="0013518D" w:rsidRPr="001E7CB9">
        <w:rPr>
          <w:sz w:val="28"/>
          <w:szCs w:val="28"/>
        </w:rPr>
        <w:t xml:space="preserve"> </w:t>
      </w:r>
      <w:r w:rsidR="00144DFF" w:rsidRPr="001E7CB9">
        <w:rPr>
          <w:sz w:val="28"/>
          <w:szCs w:val="28"/>
          <w:shd w:val="clear" w:color="auto" w:fill="FFFFFF"/>
        </w:rPr>
        <w:t>5436106452</w:t>
      </w:r>
      <w:r w:rsidRPr="001E7CB9">
        <w:rPr>
          <w:sz w:val="28"/>
          <w:szCs w:val="28"/>
        </w:rPr>
        <w:t xml:space="preserve">, юридический и фактический адрес: </w:t>
      </w:r>
      <w:r w:rsidR="0013518D" w:rsidRPr="001E7CB9">
        <w:rPr>
          <w:sz w:val="28"/>
          <w:szCs w:val="28"/>
        </w:rPr>
        <w:t xml:space="preserve">Новосибирская область, </w:t>
      </w:r>
      <w:r w:rsidR="00341AC8" w:rsidRPr="001E7CB9">
        <w:rPr>
          <w:sz w:val="28"/>
          <w:szCs w:val="28"/>
        </w:rPr>
        <w:t>Сузунский</w:t>
      </w:r>
      <w:r w:rsidR="0013518D" w:rsidRPr="001E7CB9">
        <w:rPr>
          <w:sz w:val="28"/>
          <w:szCs w:val="28"/>
        </w:rPr>
        <w:t xml:space="preserve"> район, </w:t>
      </w:r>
      <w:r w:rsidR="00144DFF" w:rsidRPr="001E7CB9">
        <w:rPr>
          <w:sz w:val="28"/>
          <w:szCs w:val="28"/>
        </w:rPr>
        <w:t>с. Верх-Сузун</w:t>
      </w:r>
      <w:r w:rsidR="0013518D" w:rsidRPr="001E7CB9">
        <w:rPr>
          <w:sz w:val="28"/>
          <w:szCs w:val="28"/>
        </w:rPr>
        <w:t>, ул.</w:t>
      </w:r>
      <w:r w:rsidR="00341AC8" w:rsidRPr="001E7CB9">
        <w:rPr>
          <w:sz w:val="28"/>
          <w:szCs w:val="28"/>
        </w:rPr>
        <w:t xml:space="preserve"> </w:t>
      </w:r>
      <w:r w:rsidR="00144DFF" w:rsidRPr="001E7CB9">
        <w:rPr>
          <w:sz w:val="28"/>
          <w:szCs w:val="28"/>
        </w:rPr>
        <w:t>Мира</w:t>
      </w:r>
      <w:r w:rsidR="0013518D" w:rsidRPr="001E7CB9">
        <w:rPr>
          <w:sz w:val="28"/>
          <w:szCs w:val="28"/>
        </w:rPr>
        <w:t>,</w:t>
      </w:r>
      <w:r w:rsidR="00341AC8" w:rsidRPr="001E7CB9">
        <w:rPr>
          <w:sz w:val="28"/>
          <w:szCs w:val="28"/>
        </w:rPr>
        <w:t xml:space="preserve"> </w:t>
      </w:r>
      <w:proofErr w:type="spellStart"/>
      <w:r w:rsidR="00144DFF" w:rsidRPr="001E7CB9">
        <w:rPr>
          <w:sz w:val="28"/>
          <w:szCs w:val="28"/>
        </w:rPr>
        <w:t>зд</w:t>
      </w:r>
      <w:proofErr w:type="spellEnd"/>
      <w:r w:rsidR="00341AC8" w:rsidRPr="001E7CB9">
        <w:rPr>
          <w:sz w:val="28"/>
          <w:szCs w:val="28"/>
        </w:rPr>
        <w:t xml:space="preserve">. </w:t>
      </w:r>
      <w:r w:rsidR="00144DFF" w:rsidRPr="001E7CB9">
        <w:rPr>
          <w:sz w:val="28"/>
          <w:szCs w:val="28"/>
        </w:rPr>
        <w:t>14</w:t>
      </w:r>
      <w:r w:rsidR="00DF2AC4" w:rsidRPr="001E7CB9">
        <w:rPr>
          <w:sz w:val="28"/>
          <w:szCs w:val="28"/>
        </w:rPr>
        <w:t>).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r w:rsidR="001E7CB9" w:rsidRPr="001E7CB9">
        <w:rPr>
          <w:sz w:val="28"/>
          <w:szCs w:val="28"/>
        </w:rPr>
        <w:t>Верх-Сузунского сельсовета Сузунского района Новосибирской области</w:t>
      </w:r>
      <w:r w:rsidR="001E7CB9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 xml:space="preserve">лан ликвидационных мероприятий администрации </w:t>
      </w:r>
      <w:r w:rsidR="001E7CB9" w:rsidRPr="001E7CB9">
        <w:rPr>
          <w:sz w:val="28"/>
          <w:szCs w:val="28"/>
        </w:rPr>
        <w:t>Верх-Сузунского сельсовета Сузунского района Новосибирской области</w:t>
      </w:r>
      <w:r w:rsidR="001E7CB9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администрации </w:t>
      </w:r>
      <w:r w:rsidR="001E7CB9" w:rsidRPr="001E7CB9">
        <w:rPr>
          <w:sz w:val="28"/>
          <w:szCs w:val="28"/>
        </w:rPr>
        <w:t>Верх-Сузунского сельсовета Сузунского района Новосибирской области</w:t>
      </w:r>
      <w:r w:rsidR="001E7C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администрации </w:t>
      </w:r>
      <w:r w:rsidR="001E7CB9" w:rsidRPr="001E7CB9">
        <w:rPr>
          <w:sz w:val="28"/>
          <w:szCs w:val="28"/>
        </w:rPr>
        <w:t>Верх-Сузунского сельсовета Сузунского района Новосибирской области</w:t>
      </w:r>
      <w:r w:rsidR="001E7CB9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9B0869" w:rsidRP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>
        <w:rPr>
          <w:color w:val="212529"/>
          <w:sz w:val="28"/>
          <w:szCs w:val="28"/>
        </w:rPr>
        <w:t>н</w:t>
      </w:r>
      <w:r w:rsidR="00367729" w:rsidRPr="00367729">
        <w:rPr>
          <w:color w:val="212529"/>
          <w:sz w:val="28"/>
          <w:szCs w:val="28"/>
        </w:rPr>
        <w:t>астоящее решение в</w:t>
      </w:r>
      <w:r w:rsidR="00D85BCE">
        <w:rPr>
          <w:color w:val="212529"/>
          <w:sz w:val="28"/>
          <w:szCs w:val="28"/>
        </w:rPr>
        <w:t xml:space="preserve"> периодическом печатном издании</w:t>
      </w:r>
      <w:r w:rsidR="00367729" w:rsidRPr="00367729">
        <w:rPr>
          <w:color w:val="212529"/>
          <w:sz w:val="28"/>
          <w:szCs w:val="28"/>
        </w:rPr>
        <w:t xml:space="preserve"> «</w:t>
      </w:r>
      <w:r w:rsidR="00D85BCE">
        <w:rPr>
          <w:color w:val="212529"/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367729">
        <w:rPr>
          <w:color w:val="212529"/>
          <w:sz w:val="28"/>
          <w:szCs w:val="28"/>
        </w:rPr>
        <w:t xml:space="preserve"> на официальном сайте администрации </w:t>
      </w:r>
      <w:r w:rsidR="00D85BCE">
        <w:rPr>
          <w:color w:val="212529"/>
          <w:sz w:val="28"/>
          <w:szCs w:val="28"/>
        </w:rPr>
        <w:t>Сузунского</w:t>
      </w:r>
      <w:r w:rsidR="00367729" w:rsidRPr="00367729">
        <w:rPr>
          <w:color w:val="212529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367729" w:rsidRDefault="00367729" w:rsidP="009B0869">
      <w:pPr>
        <w:autoSpaceDE w:val="0"/>
        <w:autoSpaceDN w:val="0"/>
        <w:adjustRightInd w:val="0"/>
        <w:jc w:val="both"/>
        <w:rPr>
          <w:rFonts w:eastAsia="Calibri"/>
          <w:color w:val="C0504D" w:themeColor="accent2"/>
          <w:sz w:val="28"/>
          <w:szCs w:val="28"/>
        </w:rPr>
      </w:pPr>
    </w:p>
    <w:p w:rsidR="001D4DA3" w:rsidRDefault="001D4DA3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C55DC1" w:rsidTr="00EF58C4">
        <w:tc>
          <w:tcPr>
            <w:tcW w:w="4536" w:type="dxa"/>
          </w:tcPr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Председатель Совета депутатов </w:t>
            </w:r>
            <w:r w:rsidR="00225BEA">
              <w:rPr>
                <w:sz w:val="28"/>
                <w:szCs w:val="28"/>
              </w:rPr>
              <w:t xml:space="preserve">Сузунского </w:t>
            </w:r>
            <w:r>
              <w:rPr>
                <w:sz w:val="28"/>
                <w:szCs w:val="28"/>
              </w:rPr>
              <w:t>муниципального округа Новосибирской области</w:t>
            </w:r>
          </w:p>
          <w:p w:rsidR="00367729" w:rsidRDefault="00EE42A7" w:rsidP="00025E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А.Б.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</w:p>
          <w:p w:rsidR="00367729" w:rsidRDefault="00367729" w:rsidP="00025ED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55DC1" w:rsidRDefault="00C55DC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367729" w:rsidRDefault="00A83395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BEA">
              <w:rPr>
                <w:sz w:val="28"/>
                <w:szCs w:val="28"/>
              </w:rPr>
              <w:t>Глава</w:t>
            </w:r>
            <w:r w:rsidR="00367729">
              <w:rPr>
                <w:sz w:val="28"/>
                <w:szCs w:val="28"/>
              </w:rPr>
              <w:t xml:space="preserve"> </w:t>
            </w:r>
            <w:r w:rsidR="00225BEA">
              <w:rPr>
                <w:sz w:val="28"/>
                <w:szCs w:val="28"/>
              </w:rPr>
              <w:t>Сузунского</w:t>
            </w:r>
            <w:r w:rsidR="00367729">
              <w:rPr>
                <w:sz w:val="28"/>
                <w:szCs w:val="28"/>
              </w:rPr>
              <w:t xml:space="preserve"> района </w:t>
            </w:r>
          </w:p>
          <w:p w:rsidR="009B6676" w:rsidRDefault="009B6676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25BEA" w:rsidRDefault="00225BEA" w:rsidP="00025ED3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67729" w:rsidRDefault="009B6676" w:rsidP="00225B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_________</w:t>
            </w:r>
            <w:r w:rsidR="00225BEA">
              <w:rPr>
                <w:sz w:val="28"/>
                <w:szCs w:val="28"/>
              </w:rPr>
              <w:t>В.В. Горшков</w:t>
            </w:r>
          </w:p>
        </w:tc>
      </w:tr>
    </w:tbl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1E7CB9" w:rsidRDefault="001E7CB9" w:rsidP="00AB1A24">
      <w:pPr>
        <w:jc w:val="right"/>
        <w:rPr>
          <w:bCs/>
        </w:rPr>
      </w:pPr>
    </w:p>
    <w:p w:rsidR="00AB1A24" w:rsidRPr="008F700B" w:rsidRDefault="000A7BA7" w:rsidP="00AB1A24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225BEA">
        <w:rPr>
          <w:bCs/>
        </w:rPr>
        <w:t xml:space="preserve"> №</w:t>
      </w:r>
      <w:r w:rsidRPr="008F700B">
        <w:rPr>
          <w:bCs/>
        </w:rPr>
        <w:t xml:space="preserve"> 1 </w:t>
      </w:r>
    </w:p>
    <w:p w:rsidR="0013518D" w:rsidRPr="008F700B" w:rsidRDefault="000A7BA7" w:rsidP="0013518D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13518D" w:rsidRPr="008F700B">
        <w:t xml:space="preserve">Совета депутатов </w:t>
      </w:r>
    </w:p>
    <w:p w:rsidR="0013518D" w:rsidRPr="008F700B" w:rsidRDefault="00225BEA" w:rsidP="0013518D">
      <w:pPr>
        <w:jc w:val="right"/>
      </w:pPr>
      <w:r>
        <w:t>Сузунского</w:t>
      </w:r>
      <w:r w:rsidR="0013518D" w:rsidRPr="008F700B">
        <w:t xml:space="preserve"> муниципального округа </w:t>
      </w:r>
    </w:p>
    <w:p w:rsidR="00AB1A24" w:rsidRPr="008F700B" w:rsidRDefault="0013518D" w:rsidP="0013518D">
      <w:pPr>
        <w:jc w:val="right"/>
      </w:pPr>
      <w:r w:rsidRPr="008F700B">
        <w:t>Новосибирской области</w:t>
      </w:r>
    </w:p>
    <w:p w:rsidR="0013518D" w:rsidRPr="008F700B" w:rsidRDefault="008F700B" w:rsidP="0013518D">
      <w:pPr>
        <w:jc w:val="right"/>
        <w:rPr>
          <w:bCs/>
        </w:rPr>
      </w:pPr>
      <w:r w:rsidRPr="008F700B">
        <w:t xml:space="preserve">от </w:t>
      </w:r>
      <w:r w:rsidR="00225BEA">
        <w:t>_______</w:t>
      </w:r>
      <w:r w:rsidRPr="008F700B">
        <w:t xml:space="preserve"> № </w:t>
      </w:r>
      <w:r w:rsidR="00225BEA">
        <w:t>_____</w:t>
      </w: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комиссии администрации </w:t>
      </w:r>
      <w:r w:rsidR="001E7CB9" w:rsidRPr="001E7CB9">
        <w:rPr>
          <w:b/>
          <w:sz w:val="28"/>
          <w:szCs w:val="28"/>
        </w:rPr>
        <w:t>Верх-Сузунского сельсовета 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367729" w:rsidRPr="00781045">
        <w:rPr>
          <w:sz w:val="28"/>
          <w:szCs w:val="28"/>
        </w:rPr>
        <w:t xml:space="preserve">администрации </w:t>
      </w:r>
      <w:r w:rsidR="001E7CB9" w:rsidRPr="001E7CB9">
        <w:rPr>
          <w:sz w:val="28"/>
          <w:szCs w:val="28"/>
        </w:rPr>
        <w:t>Верх-Сузунского сельсовета Сузунского района Новосибирской области</w:t>
      </w:r>
      <w:r w:rsidR="001E7C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AB1A24" w:rsidRPr="008F700B" w:rsidRDefault="00ED6C92" w:rsidP="009B6676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F66D5A">
        <w:rPr>
          <w:bCs/>
        </w:rPr>
        <w:t xml:space="preserve"> №</w:t>
      </w:r>
      <w:r w:rsidRPr="008F700B">
        <w:rPr>
          <w:bCs/>
        </w:rPr>
        <w:t xml:space="preserve"> 2</w:t>
      </w:r>
    </w:p>
    <w:p w:rsidR="009A5290" w:rsidRPr="008F700B" w:rsidRDefault="00ED6C92" w:rsidP="009A5290">
      <w:pPr>
        <w:jc w:val="right"/>
      </w:pPr>
      <w:r w:rsidRPr="008F700B">
        <w:rPr>
          <w:bCs/>
        </w:rPr>
        <w:t xml:space="preserve">к </w:t>
      </w:r>
      <w:r w:rsidR="00AB1A24" w:rsidRPr="008F700B">
        <w:rPr>
          <w:bCs/>
        </w:rPr>
        <w:t>решени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9A5290" w:rsidRPr="008F700B">
        <w:t xml:space="preserve">Совета депутатов </w:t>
      </w:r>
    </w:p>
    <w:p w:rsidR="009A5290" w:rsidRPr="008F700B" w:rsidRDefault="006A4A61" w:rsidP="009A5290">
      <w:pPr>
        <w:jc w:val="right"/>
      </w:pPr>
      <w:r>
        <w:t>Сузунского</w:t>
      </w:r>
      <w:r w:rsidR="009A5290" w:rsidRPr="008F700B">
        <w:t xml:space="preserve"> муниципального округа </w:t>
      </w:r>
    </w:p>
    <w:p w:rsidR="00AB1A24" w:rsidRPr="008F700B" w:rsidRDefault="009A5290" w:rsidP="009A5290">
      <w:pPr>
        <w:jc w:val="right"/>
        <w:rPr>
          <w:bCs/>
        </w:rPr>
      </w:pPr>
      <w:r w:rsidRPr="008F700B">
        <w:t>Новосибирской области</w:t>
      </w:r>
    </w:p>
    <w:p w:rsidR="00AB1A24" w:rsidRPr="008F700B" w:rsidRDefault="008F700B" w:rsidP="00AB1A24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  <w:r w:rsidR="00AB1A24" w:rsidRPr="008F700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A4A61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B1A24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B1A24" w:rsidRPr="007F513A" w:rsidRDefault="00AB1A24" w:rsidP="009A5290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ликвидационных мероприятий</w:t>
      </w:r>
      <w:r w:rsidRPr="007F513A">
        <w:rPr>
          <w:sz w:val="28"/>
          <w:szCs w:val="28"/>
        </w:rPr>
        <w:t xml:space="preserve"> </w:t>
      </w:r>
      <w:r w:rsidRPr="00781045">
        <w:rPr>
          <w:b/>
          <w:sz w:val="28"/>
          <w:szCs w:val="28"/>
        </w:rPr>
        <w:t>администрации</w:t>
      </w:r>
    </w:p>
    <w:p w:rsidR="00AB1A24" w:rsidRPr="001E7CB9" w:rsidRDefault="001E7CB9" w:rsidP="00AB1A24">
      <w:pPr>
        <w:jc w:val="center"/>
        <w:rPr>
          <w:b/>
          <w:sz w:val="28"/>
          <w:szCs w:val="28"/>
        </w:rPr>
      </w:pPr>
      <w:r w:rsidRPr="001E7CB9">
        <w:rPr>
          <w:b/>
          <w:sz w:val="28"/>
          <w:szCs w:val="28"/>
        </w:rPr>
        <w:t>Верх-Сузунского сельсовета Сузунского района Новосибирской области</w:t>
      </w:r>
    </w:p>
    <w:p w:rsidR="001E7CB9" w:rsidRDefault="001E7CB9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1E7CB9">
              <w:rPr>
                <w:iCs/>
              </w:rPr>
              <w:t xml:space="preserve">ликвидации администрации </w:t>
            </w:r>
            <w:r w:rsidR="001E7CB9" w:rsidRPr="001E7CB9">
              <w:t>Верх-Сузунского сельсовета Сузунского района Новосибирской области</w:t>
            </w:r>
            <w:r w:rsidR="001E7CB9" w:rsidRPr="001E7CB9">
              <w:rPr>
                <w:iCs/>
              </w:rPr>
              <w:t xml:space="preserve"> </w:t>
            </w:r>
            <w:r w:rsidRPr="001E7CB9">
              <w:rPr>
                <w:iCs/>
              </w:rPr>
              <w:t>(далее</w:t>
            </w:r>
            <w:r w:rsidRPr="00995808">
              <w:rPr>
                <w:iCs/>
              </w:rPr>
              <w:t xml:space="preserve"> - учреждение)</w:t>
            </w:r>
            <w:r>
              <w:rPr>
                <w:iCs/>
              </w:rPr>
              <w:t xml:space="preserve"> как юридического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t>Ст. 9 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lastRenderedPageBreak/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proofErr w:type="spellStart"/>
            <w:r w:rsidRPr="00995808">
              <w:rPr>
                <w:lang w:val="en-US"/>
              </w:rPr>
              <w:t>vestnik</w:t>
            </w:r>
            <w:proofErr w:type="spellEnd"/>
            <w:r w:rsidRPr="00995808">
              <w:t>-</w:t>
            </w:r>
            <w:proofErr w:type="spellStart"/>
            <w:r w:rsidRPr="00995808">
              <w:rPr>
                <w:lang w:val="en-US"/>
              </w:rPr>
              <w:t>gosreg</w:t>
            </w:r>
            <w:proofErr w:type="spellEnd"/>
            <w:r w:rsidRPr="00995808">
              <w:t>.</w:t>
            </w:r>
            <w:proofErr w:type="spellStart"/>
            <w:r w:rsidRPr="00995808">
              <w:rPr>
                <w:lang w:val="en-US"/>
              </w:rPr>
              <w:t>ru</w:t>
            </w:r>
            <w:proofErr w:type="spellEnd"/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</w:t>
            </w:r>
            <w:r w:rsidRPr="00EE21E5">
              <w:rPr>
                <w:iCs/>
              </w:rPr>
              <w:lastRenderedPageBreak/>
              <w:t xml:space="preserve">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>Приказ 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</w:t>
            </w:r>
            <w:r w:rsidR="00D7118B" w:rsidRPr="00085155">
              <w:rPr>
                <w:iCs/>
              </w:rPr>
              <w:lastRenderedPageBreak/>
              <w:t xml:space="preserve">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t xml:space="preserve">в налоговый орган для государственной регистрации в связи с </w:t>
            </w:r>
            <w:r w:rsidRPr="00995808">
              <w:rPr>
                <w:iCs/>
              </w:rPr>
              <w:lastRenderedPageBreak/>
              <w:t>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итогам сводной бюджетной и бухгалтерской 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регистрации юридических лиц и индивидуальных 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</w:t>
            </w:r>
            <w:r w:rsidRPr="00085155">
              <w:rPr>
                <w:iCs/>
              </w:rPr>
              <w:lastRenderedPageBreak/>
              <w:t xml:space="preserve">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1E7CB9"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а</w:t>
            </w:r>
            <w:r w:rsidRPr="00995808">
              <w:rPr>
                <w:iCs/>
              </w:rPr>
              <w:t xml:space="preserve">дминистрации </w:t>
            </w:r>
            <w:r w:rsidR="001E7CB9" w:rsidRPr="001E7CB9">
              <w:t>Верх-Сузунского сельсовета Сузунского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Pr="008F700B" w:rsidRDefault="00DB5983" w:rsidP="008F700B">
      <w:pPr>
        <w:jc w:val="right"/>
        <w:rPr>
          <w:bCs/>
        </w:rPr>
      </w:pPr>
      <w:r w:rsidRPr="008F700B">
        <w:rPr>
          <w:bCs/>
        </w:rPr>
        <w:lastRenderedPageBreak/>
        <w:t>Приложение</w:t>
      </w:r>
      <w:r w:rsidR="00546FBD">
        <w:rPr>
          <w:bCs/>
        </w:rPr>
        <w:t xml:space="preserve"> №</w:t>
      </w:r>
      <w:r w:rsidRPr="008F700B">
        <w:rPr>
          <w:bCs/>
        </w:rPr>
        <w:t xml:space="preserve"> 3 </w:t>
      </w:r>
    </w:p>
    <w:p w:rsidR="008F700B" w:rsidRPr="008F700B" w:rsidRDefault="00DB5983" w:rsidP="008F700B">
      <w:pPr>
        <w:jc w:val="right"/>
      </w:pPr>
      <w:r w:rsidRPr="008F700B">
        <w:rPr>
          <w:bCs/>
        </w:rPr>
        <w:t>к р</w:t>
      </w:r>
      <w:r w:rsidR="00AB1A24" w:rsidRPr="008F700B">
        <w:rPr>
          <w:bCs/>
        </w:rPr>
        <w:t>ешени</w:t>
      </w:r>
      <w:r w:rsidRPr="008F700B">
        <w:rPr>
          <w:bCs/>
        </w:rPr>
        <w:t>ю</w:t>
      </w:r>
      <w:r w:rsidR="00AB1A24" w:rsidRPr="008F700B">
        <w:rPr>
          <w:bCs/>
        </w:rPr>
        <w:t xml:space="preserve"> </w:t>
      </w:r>
      <w:r w:rsidR="005E44FB" w:rsidRPr="008F700B">
        <w:t>Со</w:t>
      </w:r>
      <w:r w:rsidR="003C4A71" w:rsidRPr="008F700B">
        <w:t xml:space="preserve">вета депутатов </w:t>
      </w:r>
    </w:p>
    <w:p w:rsidR="00546FBD" w:rsidRDefault="00546FBD" w:rsidP="008F700B">
      <w:pPr>
        <w:jc w:val="right"/>
      </w:pPr>
      <w:r>
        <w:t>Сузунского муниципального</w:t>
      </w:r>
    </w:p>
    <w:p w:rsidR="00AB1A24" w:rsidRPr="008F700B" w:rsidRDefault="003C4A71" w:rsidP="008F700B">
      <w:pPr>
        <w:jc w:val="right"/>
        <w:rPr>
          <w:bCs/>
        </w:rPr>
      </w:pPr>
      <w:r w:rsidRPr="008F700B">
        <w:t xml:space="preserve"> округа</w:t>
      </w:r>
      <w:r w:rsidR="005E44FB" w:rsidRPr="008F700B">
        <w:t xml:space="preserve"> Новосибирской области </w:t>
      </w:r>
    </w:p>
    <w:p w:rsidR="00AB1A24" w:rsidRPr="008F700B" w:rsidRDefault="00AB1A24" w:rsidP="008F700B">
      <w:pPr>
        <w:pStyle w:val="chapter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700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46FBD">
        <w:rPr>
          <w:rFonts w:ascii="Times New Roman" w:hAnsi="Times New Roman" w:cs="Times New Roman"/>
          <w:bCs/>
          <w:sz w:val="24"/>
          <w:szCs w:val="24"/>
        </w:rPr>
        <w:t>_____</w:t>
      </w:r>
      <w:r w:rsidR="008F700B"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00B">
        <w:rPr>
          <w:rFonts w:ascii="Times New Roman" w:hAnsi="Times New Roman" w:cs="Times New Roman"/>
          <w:bCs/>
          <w:sz w:val="24"/>
          <w:szCs w:val="24"/>
        </w:rPr>
        <w:t>№</w:t>
      </w:r>
      <w:r w:rsidR="00546FBD">
        <w:rPr>
          <w:rFonts w:ascii="Times New Roman" w:hAnsi="Times New Roman" w:cs="Times New Roman"/>
          <w:bCs/>
          <w:sz w:val="24"/>
          <w:szCs w:val="24"/>
        </w:rPr>
        <w:t xml:space="preserve"> ______</w:t>
      </w:r>
      <w:r w:rsidRPr="008F70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1A24" w:rsidRDefault="00AB1A24" w:rsidP="00AB1A24">
      <w:pPr>
        <w:ind w:left="6237"/>
      </w:pP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AB1A24" w:rsidRDefault="00AB1A24" w:rsidP="00AB1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ликвидационной комиссии </w:t>
      </w:r>
    </w:p>
    <w:p w:rsidR="00AB1A24" w:rsidRPr="001E7CB9" w:rsidRDefault="00AB1A24" w:rsidP="00AB1A24">
      <w:pPr>
        <w:jc w:val="center"/>
        <w:rPr>
          <w:b/>
          <w:sz w:val="28"/>
          <w:szCs w:val="28"/>
        </w:rPr>
      </w:pPr>
      <w:r w:rsidRPr="001E7CB9">
        <w:rPr>
          <w:b/>
          <w:sz w:val="28"/>
          <w:szCs w:val="28"/>
        </w:rPr>
        <w:t xml:space="preserve">администрации </w:t>
      </w:r>
      <w:r w:rsidR="001E7CB9" w:rsidRPr="001E7CB9">
        <w:rPr>
          <w:b/>
          <w:sz w:val="28"/>
          <w:szCs w:val="28"/>
        </w:rPr>
        <w:t>Верх-Сузунского сельсовета Сузунского района Новосибирской области</w:t>
      </w:r>
    </w:p>
    <w:p w:rsidR="00AB1A24" w:rsidRDefault="00AB1A24" w:rsidP="00AB1A24">
      <w:pPr>
        <w:jc w:val="both"/>
        <w:rPr>
          <w:sz w:val="28"/>
          <w:szCs w:val="28"/>
        </w:rPr>
      </w:pP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4B376B" w:rsidRDefault="004B376B" w:rsidP="00492855">
            <w:pPr>
              <w:jc w:val="both"/>
              <w:rPr>
                <w:sz w:val="28"/>
                <w:szCs w:val="28"/>
              </w:rPr>
            </w:pPr>
          </w:p>
          <w:p w:rsidR="00762A0B" w:rsidRDefault="001E7CB9" w:rsidP="004928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Ермаков Иван Федорович</w:t>
            </w:r>
            <w:r w:rsidR="00762A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762A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Глава </w:t>
            </w:r>
            <w:r w:rsidRPr="001E7CB9">
              <w:rPr>
                <w:sz w:val="28"/>
                <w:szCs w:val="28"/>
              </w:rPr>
              <w:t>Верх-Сузунского сельсовета Сузунского района Новосибирской области</w:t>
            </w:r>
            <w:r w:rsidR="00762A0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4B376B" w:rsidRDefault="004B376B" w:rsidP="003130F0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303FE1" w:rsidP="003130F0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Рыбалко Светлана Анатольевна</w:t>
            </w:r>
            <w:r w:rsidRPr="00286B8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заместитель главы</w:t>
            </w:r>
            <w:r w:rsidRPr="00286B87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Верх-Сузунского</w:t>
            </w:r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9A100A" w:rsidP="003130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Клочкова</w:t>
            </w:r>
            <w:proofErr w:type="spellEnd"/>
            <w:r>
              <w:rPr>
                <w:sz w:val="28"/>
                <w:szCs w:val="28"/>
              </w:rPr>
              <w:t xml:space="preserve"> Ольга Николаевна – бухгалтер 2 категории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D38" w:rsidRDefault="00492D38" w:rsidP="00AC5C3C">
      <w:r>
        <w:separator/>
      </w:r>
    </w:p>
  </w:endnote>
  <w:endnote w:type="continuationSeparator" w:id="0">
    <w:p w:rsidR="00492D38" w:rsidRDefault="00492D38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D38" w:rsidRDefault="00492D38" w:rsidP="00AC5C3C">
      <w:r>
        <w:separator/>
      </w:r>
    </w:p>
  </w:footnote>
  <w:footnote w:type="continuationSeparator" w:id="0">
    <w:p w:rsidR="00492D38" w:rsidRDefault="00492D38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44DFF"/>
    <w:rsid w:val="00161F31"/>
    <w:rsid w:val="00183375"/>
    <w:rsid w:val="001910B3"/>
    <w:rsid w:val="001A28AB"/>
    <w:rsid w:val="001A4C65"/>
    <w:rsid w:val="001A7D60"/>
    <w:rsid w:val="001B5B3F"/>
    <w:rsid w:val="001D4DA3"/>
    <w:rsid w:val="001E7CB9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03FE1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56D5"/>
    <w:rsid w:val="003B24CD"/>
    <w:rsid w:val="003B6F99"/>
    <w:rsid w:val="003C4A71"/>
    <w:rsid w:val="003C78B9"/>
    <w:rsid w:val="004005C2"/>
    <w:rsid w:val="0040625A"/>
    <w:rsid w:val="00416B53"/>
    <w:rsid w:val="00440B17"/>
    <w:rsid w:val="0044272D"/>
    <w:rsid w:val="0044595D"/>
    <w:rsid w:val="00445D98"/>
    <w:rsid w:val="00453A2B"/>
    <w:rsid w:val="00480BA0"/>
    <w:rsid w:val="00492D38"/>
    <w:rsid w:val="004A59A2"/>
    <w:rsid w:val="004B376B"/>
    <w:rsid w:val="004F3809"/>
    <w:rsid w:val="00500068"/>
    <w:rsid w:val="00531936"/>
    <w:rsid w:val="005351F9"/>
    <w:rsid w:val="00541C14"/>
    <w:rsid w:val="00546FBD"/>
    <w:rsid w:val="005505B4"/>
    <w:rsid w:val="00561EBA"/>
    <w:rsid w:val="005667EC"/>
    <w:rsid w:val="005755CF"/>
    <w:rsid w:val="0058501E"/>
    <w:rsid w:val="005A0990"/>
    <w:rsid w:val="005A1A67"/>
    <w:rsid w:val="005B23E2"/>
    <w:rsid w:val="005C0128"/>
    <w:rsid w:val="005C626E"/>
    <w:rsid w:val="005D70DD"/>
    <w:rsid w:val="005E44FB"/>
    <w:rsid w:val="005F5124"/>
    <w:rsid w:val="00647141"/>
    <w:rsid w:val="0065371B"/>
    <w:rsid w:val="00664404"/>
    <w:rsid w:val="006666FD"/>
    <w:rsid w:val="00681F36"/>
    <w:rsid w:val="00685104"/>
    <w:rsid w:val="00687527"/>
    <w:rsid w:val="00695A96"/>
    <w:rsid w:val="006A4A61"/>
    <w:rsid w:val="006B336C"/>
    <w:rsid w:val="006D7F5D"/>
    <w:rsid w:val="006E7650"/>
    <w:rsid w:val="006F440D"/>
    <w:rsid w:val="006F610D"/>
    <w:rsid w:val="00704D18"/>
    <w:rsid w:val="00704E71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82F95"/>
    <w:rsid w:val="008861DB"/>
    <w:rsid w:val="008A1CD6"/>
    <w:rsid w:val="008C0C5C"/>
    <w:rsid w:val="008C4D61"/>
    <w:rsid w:val="008D4141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100A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72860"/>
    <w:rsid w:val="00A83395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60120"/>
    <w:rsid w:val="00C7488B"/>
    <w:rsid w:val="00C846DD"/>
    <w:rsid w:val="00C9329C"/>
    <w:rsid w:val="00C95C5D"/>
    <w:rsid w:val="00C96F91"/>
    <w:rsid w:val="00C974CB"/>
    <w:rsid w:val="00CA1C0F"/>
    <w:rsid w:val="00CB1534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85BCE"/>
    <w:rsid w:val="00D939FE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63340"/>
    <w:rsid w:val="00E64AE6"/>
    <w:rsid w:val="00E9354B"/>
    <w:rsid w:val="00E935D6"/>
    <w:rsid w:val="00E950ED"/>
    <w:rsid w:val="00EA13E5"/>
    <w:rsid w:val="00EB18EF"/>
    <w:rsid w:val="00EC46CA"/>
    <w:rsid w:val="00ED14CE"/>
    <w:rsid w:val="00ED6C92"/>
    <w:rsid w:val="00EE42A7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46286225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233</TotalTime>
  <Pages>11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17192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Гостеев Евгений</cp:lastModifiedBy>
  <cp:revision>53</cp:revision>
  <cp:lastPrinted>2025-09-22T02:32:00Z</cp:lastPrinted>
  <dcterms:created xsi:type="dcterms:W3CDTF">2020-02-17T09:36:00Z</dcterms:created>
  <dcterms:modified xsi:type="dcterms:W3CDTF">2025-09-24T03:26:00Z</dcterms:modified>
</cp:coreProperties>
</file>